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388F1264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DA1EE6">
        <w:rPr>
          <w:b/>
          <w:bCs/>
          <w:sz w:val="20"/>
        </w:rPr>
        <w:t>2024/21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proofErr w:type="gramStart"/>
      <w:r w:rsidRPr="001611B4">
        <w:rPr>
          <w:rFonts w:eastAsia="Calibri"/>
          <w:sz w:val="20"/>
          <w:szCs w:val="20"/>
        </w:rPr>
        <w:t>hiliseima</w:t>
      </w:r>
      <w:proofErr w:type="spellEnd"/>
      <w:proofErr w:type="gram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7FF13F13" w:rsidR="005253F3" w:rsidRPr="001611B4" w:rsidRDefault="00FD5C59" w:rsidP="00836379">
            <w:pPr>
              <w:rPr>
                <w:sz w:val="20"/>
              </w:rPr>
            </w:pPr>
            <w:r w:rsidRPr="00AB3F9D">
              <w:rPr>
                <w:sz w:val="20"/>
              </w:rPr>
              <w:t xml:space="preserve">RMK </w:t>
            </w:r>
            <w:r>
              <w:rPr>
                <w:sz w:val="20"/>
              </w:rPr>
              <w:t>puiduturustusosakonna turustusspetsialist Mart Enel</w:t>
            </w:r>
          </w:p>
        </w:tc>
        <w:tc>
          <w:tcPr>
            <w:tcW w:w="3119" w:type="dxa"/>
          </w:tcPr>
          <w:p w14:paraId="18A4DAB6" w14:textId="34609337" w:rsidR="005253F3" w:rsidRPr="001611B4" w:rsidRDefault="004127F5" w:rsidP="00FD5C59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FD5C59">
              <w:rPr>
                <w:sz w:val="20"/>
              </w:rPr>
              <w:t>5263392</w:t>
            </w:r>
            <w:r w:rsidRPr="001611B4">
              <w:rPr>
                <w:noProof/>
                <w:color w:val="000000"/>
                <w:sz w:val="20"/>
              </w:rPr>
              <w:br/>
              <w:t>E-post</w:t>
            </w:r>
            <w:r w:rsidR="00FD5C59">
              <w:rPr>
                <w:noProof/>
                <w:color w:val="000000"/>
                <w:sz w:val="20"/>
              </w:rPr>
              <w:t xml:space="preserve"> </w:t>
            </w:r>
            <w:hyperlink r:id="rId12" w:history="1">
              <w:r w:rsidR="00FD5C59" w:rsidRPr="00EE1C09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2F304138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3E2C9D" w:rsidRPr="003E2C9D">
              <w:rPr>
                <w:sz w:val="20"/>
              </w:rPr>
              <w:t>RMK juhatuse esimehe 11.05.2023 käskkiri nr 1-5/41</w:t>
            </w:r>
            <w:bookmarkStart w:id="1" w:name="_GoBack"/>
            <w:bookmarkEnd w:id="1"/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FD5C59" w:rsidRPr="001611B4" w14:paraId="6E3EC6BB" w14:textId="77777777" w:rsidTr="00FD5C59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4FA5" w14:textId="26FDA1AE" w:rsidR="00FD5C59" w:rsidRPr="001611B4" w:rsidRDefault="00025D62" w:rsidP="00FD5C59">
            <w:pPr>
              <w:rPr>
                <w:sz w:val="20"/>
              </w:rPr>
            </w:pPr>
            <w:r>
              <w:rPr>
                <w:sz w:val="20"/>
              </w:rPr>
              <w:t xml:space="preserve">Osaühing United Loggers 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017D" w14:textId="5EB0A089" w:rsidR="00FD5C59" w:rsidRPr="00111906" w:rsidRDefault="00FD5C59" w:rsidP="00FD5C59">
            <w:pPr>
              <w:rPr>
                <w:bCs/>
                <w:sz w:val="20"/>
              </w:rPr>
            </w:pPr>
            <w:r w:rsidRPr="00826EFE">
              <w:rPr>
                <w:sz w:val="20"/>
              </w:rPr>
              <w:t>Registrikood</w:t>
            </w:r>
            <w:r w:rsidRPr="00D428D7">
              <w:rPr>
                <w:bCs/>
                <w:sz w:val="20"/>
              </w:rPr>
              <w:t xml:space="preserve"> </w:t>
            </w:r>
            <w:r w:rsidR="00025D62" w:rsidRPr="00CF74C6">
              <w:rPr>
                <w:sz w:val="20"/>
              </w:rPr>
              <w:t>10934962</w:t>
            </w:r>
          </w:p>
          <w:p w14:paraId="2C4748F4" w14:textId="3B080A60" w:rsidR="00FD5C59" w:rsidRPr="001611B4" w:rsidRDefault="00FD5C59" w:rsidP="00FD5C59">
            <w:pPr>
              <w:rPr>
                <w:bCs/>
                <w:sz w:val="20"/>
              </w:rPr>
            </w:pPr>
            <w:r w:rsidRPr="0041640D">
              <w:rPr>
                <w:bCs/>
                <w:sz w:val="20"/>
              </w:rPr>
              <w:t>Rätsepa talu, Saksa küla, Kehtna vald, 79005 Rapla maakond</w:t>
            </w:r>
          </w:p>
        </w:tc>
        <w:tc>
          <w:tcPr>
            <w:tcW w:w="2232" w:type="dxa"/>
          </w:tcPr>
          <w:p w14:paraId="45C69494" w14:textId="74E9090D" w:rsidR="00FD5C59" w:rsidRPr="001611B4" w:rsidRDefault="00FD5C59" w:rsidP="00025D62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E-post </w:t>
            </w:r>
            <w:hyperlink r:id="rId13" w:history="1">
              <w:r w:rsidR="00025D62" w:rsidRPr="00025D62">
                <w:rPr>
                  <w:rStyle w:val="Hyperlink"/>
                  <w:sz w:val="20"/>
                </w:rPr>
                <w:t>peeter.volke@united-loggers.ee</w:t>
              </w:r>
            </w:hyperlink>
            <w:r w:rsidR="00025D62">
              <w:t xml:space="preserve"> </w:t>
            </w:r>
          </w:p>
        </w:tc>
      </w:tr>
      <w:tr w:rsidR="00836379" w:rsidRPr="001611B4" w14:paraId="58FA04AD" w14:textId="77777777" w:rsidTr="00FD5C59">
        <w:tc>
          <w:tcPr>
            <w:tcW w:w="3920" w:type="dxa"/>
          </w:tcPr>
          <w:p w14:paraId="795AF362" w14:textId="77777777" w:rsidR="00836379" w:rsidRPr="001611B4" w:rsidRDefault="00836379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4ADBD065" w14:textId="30F16378" w:rsidR="00836379" w:rsidRPr="001611B4" w:rsidRDefault="00FD5C59" w:rsidP="005E16CC">
            <w:pPr>
              <w:rPr>
                <w:bCs/>
                <w:sz w:val="20"/>
              </w:rPr>
            </w:pPr>
            <w:r w:rsidRPr="00374C91">
              <w:rPr>
                <w:sz w:val="20"/>
              </w:rPr>
              <w:t xml:space="preserve">Juhatuse liige </w:t>
            </w:r>
            <w:r w:rsidR="00025D62" w:rsidRPr="00CF74C6">
              <w:rPr>
                <w:sz w:val="20"/>
              </w:rPr>
              <w:t>Peeter Volke</w:t>
            </w:r>
          </w:p>
        </w:tc>
        <w:tc>
          <w:tcPr>
            <w:tcW w:w="2232" w:type="dxa"/>
          </w:tcPr>
          <w:p w14:paraId="6DD68004" w14:textId="55F32C58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025D62">
              <w:rPr>
                <w:bCs/>
                <w:sz w:val="20"/>
              </w:rPr>
              <w:t>50</w:t>
            </w:r>
            <w:r w:rsidR="0051611F">
              <w:rPr>
                <w:bCs/>
                <w:sz w:val="20"/>
              </w:rPr>
              <w:t>67453</w:t>
            </w:r>
            <w:r w:rsidRPr="001611B4">
              <w:rPr>
                <w:noProof/>
                <w:color w:val="000000"/>
                <w:sz w:val="20"/>
              </w:rPr>
              <w:br/>
            </w:r>
          </w:p>
        </w:tc>
      </w:tr>
      <w:tr w:rsidR="00836379" w:rsidRPr="001611B4" w14:paraId="267AC844" w14:textId="77777777" w:rsidTr="00FD5C5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A13B88F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5E16CC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2E0E386B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>le e-postiga aadressile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2" w:name="OLE_LINK2"/>
      <w:bookmarkStart w:id="3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2"/>
      <w:bookmarkEnd w:id="3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</w:t>
      </w:r>
      <w:proofErr w:type="spellStart"/>
      <w:r w:rsidR="005253F3" w:rsidRPr="001611B4">
        <w:rPr>
          <w:sz w:val="20"/>
        </w:rPr>
        <w:t>üleantava</w:t>
      </w:r>
      <w:proofErr w:type="spellEnd"/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518DC9F0" w14:textId="77777777" w:rsidTr="005E4461">
        <w:tc>
          <w:tcPr>
            <w:tcW w:w="1093" w:type="pct"/>
            <w:shd w:val="clear" w:color="auto" w:fill="auto"/>
          </w:tcPr>
          <w:p w14:paraId="2BA34B25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328687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6DFB02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5E4461" w:rsidRPr="008C20B1" w14:paraId="33539732" w14:textId="77777777" w:rsidTr="005E4461">
        <w:tc>
          <w:tcPr>
            <w:tcW w:w="1093" w:type="pct"/>
            <w:shd w:val="clear" w:color="auto" w:fill="auto"/>
          </w:tcPr>
          <w:p w14:paraId="4788D221" w14:textId="1D217CDE" w:rsidR="005E4461" w:rsidRPr="0051611F" w:rsidRDefault="005E4461" w:rsidP="005E446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51611F">
              <w:rPr>
                <w:sz w:val="20"/>
              </w:rPr>
              <w:t>Esta Kaljussaar</w:t>
            </w:r>
          </w:p>
        </w:tc>
        <w:tc>
          <w:tcPr>
            <w:tcW w:w="1798" w:type="pct"/>
            <w:shd w:val="clear" w:color="auto" w:fill="auto"/>
          </w:tcPr>
          <w:p w14:paraId="66F222F0" w14:textId="4B9D3A12" w:rsidR="005E4461" w:rsidRPr="0051611F" w:rsidRDefault="005E4461" w:rsidP="005E446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51611F">
              <w:rPr>
                <w:sz w:val="20"/>
              </w:rPr>
              <w:t>676 7642</w:t>
            </w:r>
          </w:p>
        </w:tc>
        <w:tc>
          <w:tcPr>
            <w:tcW w:w="2109" w:type="pct"/>
            <w:shd w:val="clear" w:color="auto" w:fill="auto"/>
          </w:tcPr>
          <w:p w14:paraId="7233410D" w14:textId="0BD98D98" w:rsidR="005E4461" w:rsidRPr="0051611F" w:rsidRDefault="003E2C9D" w:rsidP="005E446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5E4461" w:rsidRPr="0051611F">
                <w:rPr>
                  <w:rStyle w:val="Hyperlink"/>
                  <w:sz w:val="20"/>
                </w:rPr>
                <w:t>aktid.edela@rmk.ee</w:t>
              </w:r>
            </w:hyperlink>
            <w:r w:rsidR="005E4461" w:rsidRPr="0051611F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0EDFA471" w14:textId="77777777" w:rsidTr="005E4461">
        <w:tc>
          <w:tcPr>
            <w:tcW w:w="1093" w:type="pct"/>
            <w:shd w:val="clear" w:color="auto" w:fill="auto"/>
          </w:tcPr>
          <w:p w14:paraId="06E19826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7969EA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08506281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51611F" w:rsidRPr="008C20B1" w14:paraId="1730670F" w14:textId="77777777" w:rsidTr="005E4461">
        <w:tc>
          <w:tcPr>
            <w:tcW w:w="1093" w:type="pct"/>
            <w:shd w:val="clear" w:color="auto" w:fill="auto"/>
          </w:tcPr>
          <w:p w14:paraId="34B431A8" w14:textId="536A0BEF" w:rsidR="0051611F" w:rsidRPr="0025588C" w:rsidRDefault="0051611F" w:rsidP="0051611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D3107">
              <w:rPr>
                <w:sz w:val="20"/>
              </w:rPr>
              <w:t>Raido Maisvee</w:t>
            </w:r>
          </w:p>
        </w:tc>
        <w:tc>
          <w:tcPr>
            <w:tcW w:w="1798" w:type="pct"/>
            <w:shd w:val="clear" w:color="auto" w:fill="auto"/>
          </w:tcPr>
          <w:p w14:paraId="7FE1D31E" w14:textId="35F567F4" w:rsidR="0051611F" w:rsidRPr="0025588C" w:rsidRDefault="0051611F" w:rsidP="0051611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D3107">
              <w:rPr>
                <w:sz w:val="20"/>
              </w:rPr>
              <w:t>515 8001</w:t>
            </w:r>
          </w:p>
        </w:tc>
        <w:tc>
          <w:tcPr>
            <w:tcW w:w="2109" w:type="pct"/>
            <w:shd w:val="clear" w:color="auto" w:fill="auto"/>
          </w:tcPr>
          <w:p w14:paraId="156D24FB" w14:textId="31E16B63" w:rsidR="0051611F" w:rsidRPr="0025588C" w:rsidRDefault="003E2C9D" w:rsidP="0051611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="0051611F" w:rsidRPr="000F4FCC">
                <w:rPr>
                  <w:rStyle w:val="Hyperlink"/>
                  <w:spacing w:val="0"/>
                  <w:position w:val="0"/>
                  <w:sz w:val="20"/>
                </w:rPr>
                <w:t>raido.maisvee@united-loggers.ee</w:t>
              </w:r>
            </w:hyperlink>
            <w:r w:rsidR="0051611F" w:rsidRPr="004D3107">
              <w:rPr>
                <w:spacing w:val="0"/>
                <w:position w:val="0"/>
                <w:sz w:val="20"/>
              </w:rPr>
              <w:t xml:space="preserve"> </w:t>
            </w:r>
          </w:p>
        </w:tc>
      </w:tr>
      <w:tr w:rsidR="0051611F" w:rsidRPr="008C20B1" w14:paraId="76C20094" w14:textId="77777777" w:rsidTr="005E4461">
        <w:tc>
          <w:tcPr>
            <w:tcW w:w="1093" w:type="pct"/>
            <w:shd w:val="clear" w:color="auto" w:fill="auto"/>
          </w:tcPr>
          <w:p w14:paraId="27D7E186" w14:textId="7A9DAD1A" w:rsidR="0051611F" w:rsidRDefault="0051611F" w:rsidP="0051611F">
            <w:pPr>
              <w:shd w:val="clear" w:color="auto" w:fill="FFFFFF" w:themeFill="background1"/>
              <w:jc w:val="both"/>
              <w:rPr>
                <w:sz w:val="20"/>
              </w:rPr>
            </w:pPr>
            <w:r w:rsidRPr="004D3107">
              <w:rPr>
                <w:sz w:val="20"/>
              </w:rPr>
              <w:t>Raivo Naris</w:t>
            </w:r>
          </w:p>
        </w:tc>
        <w:tc>
          <w:tcPr>
            <w:tcW w:w="1798" w:type="pct"/>
            <w:shd w:val="clear" w:color="auto" w:fill="auto"/>
          </w:tcPr>
          <w:p w14:paraId="1FF3A946" w14:textId="30BBFB6F" w:rsidR="0051611F" w:rsidRPr="005E16CC" w:rsidRDefault="0051611F" w:rsidP="0051611F">
            <w:pPr>
              <w:shd w:val="clear" w:color="auto" w:fill="FFFFFF" w:themeFill="background1"/>
              <w:jc w:val="both"/>
              <w:rPr>
                <w:sz w:val="20"/>
              </w:rPr>
            </w:pPr>
            <w:r w:rsidRPr="004D3107">
              <w:rPr>
                <w:sz w:val="20"/>
              </w:rPr>
              <w:t>505 3256</w:t>
            </w:r>
          </w:p>
        </w:tc>
        <w:tc>
          <w:tcPr>
            <w:tcW w:w="2109" w:type="pct"/>
            <w:shd w:val="clear" w:color="auto" w:fill="auto"/>
          </w:tcPr>
          <w:p w14:paraId="61B1A2DE" w14:textId="243DF145" w:rsidR="0051611F" w:rsidRDefault="003E2C9D" w:rsidP="0051611F">
            <w:pPr>
              <w:shd w:val="clear" w:color="auto" w:fill="FFFFFF" w:themeFill="background1"/>
              <w:jc w:val="both"/>
            </w:pPr>
            <w:hyperlink r:id="rId16" w:history="1">
              <w:r w:rsidR="0051611F" w:rsidRPr="000F4FCC">
                <w:rPr>
                  <w:rStyle w:val="Hyperlink"/>
                  <w:spacing w:val="0"/>
                  <w:position w:val="0"/>
                  <w:sz w:val="20"/>
                </w:rPr>
                <w:t>raivo.naris@united-loggers.ee</w:t>
              </w:r>
            </w:hyperlink>
            <w:r w:rsidR="0051611F" w:rsidRPr="004D3107">
              <w:rPr>
                <w:spacing w:val="0"/>
                <w:position w:val="0"/>
                <w:sz w:val="20"/>
              </w:rPr>
              <w:t xml:space="preserve">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25588C" w14:paraId="1A0FDE6A" w14:textId="77777777" w:rsidTr="003F4A5E">
        <w:tc>
          <w:tcPr>
            <w:tcW w:w="1093" w:type="pct"/>
            <w:shd w:val="clear" w:color="auto" w:fill="auto"/>
          </w:tcPr>
          <w:p w14:paraId="111E1F1F" w14:textId="77777777" w:rsidR="0025588C" w:rsidRPr="0025588C" w:rsidRDefault="0025588C" w:rsidP="00CD7CE3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B9CA1CE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2F848DB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51611F" w:rsidRPr="0025588C" w14:paraId="43699A37" w14:textId="77777777" w:rsidTr="003F4A5E">
        <w:tc>
          <w:tcPr>
            <w:tcW w:w="1093" w:type="pct"/>
            <w:shd w:val="clear" w:color="auto" w:fill="auto"/>
          </w:tcPr>
          <w:p w14:paraId="6DD44EB7" w14:textId="0AAD6661" w:rsidR="0051611F" w:rsidRPr="003F4A5E" w:rsidRDefault="0051611F" w:rsidP="0051611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D3107">
              <w:rPr>
                <w:sz w:val="20"/>
              </w:rPr>
              <w:t>Raido Maisvee</w:t>
            </w:r>
          </w:p>
        </w:tc>
        <w:tc>
          <w:tcPr>
            <w:tcW w:w="1798" w:type="pct"/>
            <w:shd w:val="clear" w:color="auto" w:fill="auto"/>
          </w:tcPr>
          <w:p w14:paraId="04DCA3E4" w14:textId="010BABBD" w:rsidR="0051611F" w:rsidRPr="003F4A5E" w:rsidRDefault="0051611F" w:rsidP="0051611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D3107">
              <w:rPr>
                <w:sz w:val="20"/>
              </w:rPr>
              <w:t>515 8001</w:t>
            </w:r>
          </w:p>
        </w:tc>
        <w:tc>
          <w:tcPr>
            <w:tcW w:w="2109" w:type="pct"/>
            <w:shd w:val="clear" w:color="auto" w:fill="auto"/>
          </w:tcPr>
          <w:p w14:paraId="1F881A67" w14:textId="747E650B" w:rsidR="0051611F" w:rsidRPr="003F4A5E" w:rsidRDefault="003E2C9D" w:rsidP="0051611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7" w:history="1">
              <w:r w:rsidR="0051611F" w:rsidRPr="000F4FCC">
                <w:rPr>
                  <w:rStyle w:val="Hyperlink"/>
                  <w:spacing w:val="0"/>
                  <w:position w:val="0"/>
                  <w:sz w:val="20"/>
                </w:rPr>
                <w:t>raido.maisvee@united-loggers.ee</w:t>
              </w:r>
            </w:hyperlink>
            <w:r w:rsidR="0051611F" w:rsidRPr="004D3107">
              <w:rPr>
                <w:spacing w:val="0"/>
                <w:position w:val="0"/>
                <w:sz w:val="20"/>
              </w:rPr>
              <w:t xml:space="preserve"> </w:t>
            </w:r>
          </w:p>
        </w:tc>
      </w:tr>
      <w:tr w:rsidR="0051611F" w:rsidRPr="0025588C" w14:paraId="6EC72F00" w14:textId="77777777" w:rsidTr="003F4A5E">
        <w:tc>
          <w:tcPr>
            <w:tcW w:w="1093" w:type="pct"/>
            <w:shd w:val="clear" w:color="auto" w:fill="auto"/>
          </w:tcPr>
          <w:p w14:paraId="1ACB2C5C" w14:textId="010BCD46" w:rsidR="0051611F" w:rsidRPr="003F4A5E" w:rsidRDefault="0051611F" w:rsidP="0051611F">
            <w:pPr>
              <w:shd w:val="clear" w:color="auto" w:fill="FFFFFF" w:themeFill="background1"/>
              <w:jc w:val="both"/>
              <w:rPr>
                <w:sz w:val="20"/>
              </w:rPr>
            </w:pPr>
            <w:r w:rsidRPr="004D3107">
              <w:rPr>
                <w:sz w:val="20"/>
              </w:rPr>
              <w:t>Raivo Naris</w:t>
            </w:r>
          </w:p>
        </w:tc>
        <w:tc>
          <w:tcPr>
            <w:tcW w:w="1798" w:type="pct"/>
            <w:shd w:val="clear" w:color="auto" w:fill="auto"/>
          </w:tcPr>
          <w:p w14:paraId="7F71960B" w14:textId="16566998" w:rsidR="0051611F" w:rsidRPr="003F4A5E" w:rsidRDefault="0051611F" w:rsidP="0051611F">
            <w:pPr>
              <w:shd w:val="clear" w:color="auto" w:fill="FFFFFF" w:themeFill="background1"/>
              <w:jc w:val="both"/>
              <w:rPr>
                <w:sz w:val="20"/>
              </w:rPr>
            </w:pPr>
            <w:r w:rsidRPr="004D3107">
              <w:rPr>
                <w:sz w:val="20"/>
              </w:rPr>
              <w:t>505 3256</w:t>
            </w:r>
          </w:p>
        </w:tc>
        <w:tc>
          <w:tcPr>
            <w:tcW w:w="2109" w:type="pct"/>
            <w:shd w:val="clear" w:color="auto" w:fill="auto"/>
          </w:tcPr>
          <w:p w14:paraId="43960EEB" w14:textId="3EE1B0F6" w:rsidR="0051611F" w:rsidRPr="003F4A5E" w:rsidRDefault="003E2C9D" w:rsidP="0051611F">
            <w:pPr>
              <w:shd w:val="clear" w:color="auto" w:fill="FFFFFF" w:themeFill="background1"/>
              <w:jc w:val="both"/>
              <w:rPr>
                <w:sz w:val="20"/>
              </w:rPr>
            </w:pPr>
            <w:hyperlink r:id="rId18" w:history="1">
              <w:r w:rsidR="0051611F" w:rsidRPr="000F4FCC">
                <w:rPr>
                  <w:rStyle w:val="Hyperlink"/>
                  <w:spacing w:val="0"/>
                  <w:position w:val="0"/>
                  <w:sz w:val="20"/>
                </w:rPr>
                <w:t>raivo.naris@united-loggers.ee</w:t>
              </w:r>
            </w:hyperlink>
            <w:r w:rsidR="0051611F" w:rsidRPr="004D3107">
              <w:rPr>
                <w:spacing w:val="0"/>
                <w:position w:val="0"/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4DED4172" w14:textId="559A0D0C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1611B4" w14:paraId="6D5861AB" w14:textId="77777777" w:rsidTr="00344666">
        <w:trPr>
          <w:trHeight w:val="1508"/>
        </w:trPr>
        <w:tc>
          <w:tcPr>
            <w:tcW w:w="7545" w:type="dxa"/>
          </w:tcPr>
          <w:p w14:paraId="6A993808" w14:textId="113E36F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lastRenderedPageBreak/>
              <w:t>Tähtajaline ettemaks kokkulepitud kuupäevaks kokkulepitud summas</w:t>
            </w:r>
            <w:r w:rsidR="006D2F0A">
              <w:rPr>
                <w:sz w:val="20"/>
              </w:rPr>
              <w:t>.</w:t>
            </w:r>
            <w:r w:rsidR="003F11B0">
              <w:rPr>
                <w:sz w:val="20"/>
              </w:rPr>
              <w:t xml:space="preserve"> Vastavalt lisa 3 kokkulepitud ettemaksugraafikule</w:t>
            </w:r>
          </w:p>
          <w:p w14:paraId="20B32267" w14:textId="0B64C689" w:rsidR="00D514A5" w:rsidRPr="001611B4" w:rsidRDefault="00D514A5" w:rsidP="003F11B0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133B848A" w14:textId="77777777" w:rsidR="00D514A5" w:rsidRPr="001611B4" w:rsidRDefault="0094376B" w:rsidP="0094376B">
            <w:pPr>
              <w:rPr>
                <w:sz w:val="20"/>
              </w:rPr>
            </w:pPr>
            <w:r w:rsidRPr="001611B4">
              <w:rPr>
                <w:sz w:val="20"/>
              </w:rPr>
              <w:t>Krediidilimiit on</w:t>
            </w:r>
            <w:r w:rsidR="00D514A5" w:rsidRPr="001611B4">
              <w:rPr>
                <w:sz w:val="20"/>
              </w:rPr>
              <w:t xml:space="preserve"> </w:t>
            </w:r>
            <w:r w:rsidRPr="001611B4">
              <w:rPr>
                <w:sz w:val="20"/>
              </w:rPr>
              <w:t>makstud ettemaksu ulatuses</w:t>
            </w:r>
            <w:r w:rsidR="00344666" w:rsidRPr="001611B4">
              <w:rPr>
                <w:sz w:val="20"/>
              </w:rPr>
              <w:t>.</w:t>
            </w:r>
          </w:p>
        </w:tc>
      </w:tr>
    </w:tbl>
    <w:p w14:paraId="72A7DE85" w14:textId="5C9EF729" w:rsidR="00151D79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esitab </w:t>
      </w:r>
      <w:r w:rsidR="00151D79" w:rsidRPr="001611B4">
        <w:rPr>
          <w:sz w:val="20"/>
        </w:rPr>
        <w:t xml:space="preserve">ettemaksu laekumisel </w:t>
      </w:r>
      <w:r w:rsidR="005253F3" w:rsidRPr="001611B4">
        <w:rPr>
          <w:sz w:val="20"/>
        </w:rPr>
        <w:t xml:space="preserve">arved </w:t>
      </w:r>
      <w:r w:rsidR="0094376B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eest elektrooniliselt e-posti aadressile: </w:t>
      </w:r>
      <w:hyperlink r:id="rId19" w:history="1">
        <w:r w:rsidR="0051611F" w:rsidRPr="00671926">
          <w:rPr>
            <w:rStyle w:val="Hyperlink"/>
            <w:sz w:val="20"/>
          </w:rPr>
          <w:t>info@united-loggers.ee</w:t>
        </w:r>
      </w:hyperlink>
      <w:r w:rsidR="0051611F">
        <w:rPr>
          <w:sz w:val="20"/>
        </w:rPr>
        <w:t xml:space="preserve"> </w:t>
      </w:r>
      <w:r w:rsidR="00420843" w:rsidRPr="00283D93">
        <w:rPr>
          <w:i/>
          <w:sz w:val="20"/>
        </w:rPr>
        <w:t xml:space="preserve"> </w:t>
      </w:r>
    </w:p>
    <w:p w14:paraId="2D1088D5" w14:textId="626F5A80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19F582F1" w:rsidR="00810B65" w:rsidRPr="001611B4" w:rsidRDefault="00117DAF" w:rsidP="00810B65">
      <w:pPr>
        <w:pStyle w:val="Pealkiri21"/>
        <w:rPr>
          <w:sz w:val="20"/>
        </w:rPr>
      </w:pPr>
      <w:r w:rsidRPr="001611B4">
        <w:rPr>
          <w:sz w:val="20"/>
        </w:rPr>
        <w:t xml:space="preserve">Lepingu kehtivuse periood on </w:t>
      </w:r>
      <w:r w:rsidR="003E2C9D">
        <w:rPr>
          <w:sz w:val="20"/>
        </w:rPr>
        <w:t>08.01</w:t>
      </w:r>
      <w:r w:rsidR="0025588C">
        <w:rPr>
          <w:sz w:val="20"/>
        </w:rPr>
        <w:t>.202</w:t>
      </w:r>
      <w:r w:rsidR="003E2C9D">
        <w:rPr>
          <w:sz w:val="20"/>
        </w:rPr>
        <w:t>4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3E2C9D">
        <w:rPr>
          <w:sz w:val="20"/>
        </w:rPr>
        <w:t>31.12.2024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20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3E2C9D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3E2C9D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22DB9335" w:rsidR="004623EE" w:rsidRPr="001611B4" w:rsidRDefault="0051611F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z w:val="20"/>
              </w:rPr>
              <w:t>Peeter Volke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1A5381" w16cid:durableId="27976317"/>
  <w16cid:commentId w16cid:paraId="68022E4A" w16cid:durableId="27976318"/>
  <w16cid:commentId w16cid:paraId="36B6B017" w16cid:durableId="27976319"/>
  <w16cid:commentId w16cid:paraId="198E28B7" w16cid:durableId="279763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400E433A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C9D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5"/>
  </w:num>
  <w:num w:numId="5">
    <w:abstractNumId w:val="16"/>
  </w:num>
  <w:num w:numId="6">
    <w:abstractNumId w:val="19"/>
  </w:num>
  <w:num w:numId="7">
    <w:abstractNumId w:val="21"/>
  </w:num>
  <w:num w:numId="8">
    <w:abstractNumId w:val="6"/>
  </w:num>
  <w:num w:numId="9">
    <w:abstractNumId w:val="8"/>
  </w:num>
  <w:num w:numId="10">
    <w:abstractNumId w:val="1"/>
  </w:num>
  <w:num w:numId="11">
    <w:abstractNumId w:val="2"/>
  </w:num>
  <w:num w:numId="12">
    <w:abstractNumId w:val="13"/>
  </w:num>
  <w:num w:numId="13">
    <w:abstractNumId w:val="18"/>
  </w:num>
  <w:num w:numId="14">
    <w:abstractNumId w:val="9"/>
  </w:num>
  <w:num w:numId="15">
    <w:abstractNumId w:val="5"/>
  </w:num>
  <w:num w:numId="16">
    <w:abstractNumId w:val="18"/>
  </w:num>
  <w:num w:numId="1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"/>
  </w:num>
  <w:num w:numId="24">
    <w:abstractNumId w:val="20"/>
  </w:num>
  <w:num w:numId="25">
    <w:abstractNumId w:val="7"/>
  </w:num>
  <w:num w:numId="26">
    <w:abstractNumId w:val="12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7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25D62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7FE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3D3B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2C9D"/>
    <w:rsid w:val="003E3C19"/>
    <w:rsid w:val="003F03F4"/>
    <w:rsid w:val="003F11B0"/>
    <w:rsid w:val="003F3504"/>
    <w:rsid w:val="003F4A5E"/>
    <w:rsid w:val="00402F9C"/>
    <w:rsid w:val="0040510B"/>
    <w:rsid w:val="00405AB4"/>
    <w:rsid w:val="004127F5"/>
    <w:rsid w:val="00413CE1"/>
    <w:rsid w:val="00413EFC"/>
    <w:rsid w:val="00420843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1611F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CC"/>
    <w:rsid w:val="005E216A"/>
    <w:rsid w:val="005E37F8"/>
    <w:rsid w:val="005E4461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18E2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3FB7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1EE6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5C59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eeter.volke@united-loggers.ee" TargetMode="External"/><Relationship Id="rId18" Type="http://schemas.openxmlformats.org/officeDocument/2006/relationships/hyperlink" Target="mailto:raivo.naris@united-loggers.e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mailto:raido.maisvee@united-loggers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aivo.naris@united-loggers.ee" TargetMode="External"/><Relationship Id="rId20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mailto:raido.maisvee@united-loggers.ee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info@united-loggers.ee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edela@rmk.ee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2B4831" w:rsidRDefault="00EA1DDA" w:rsidP="00EA1DDA">
          <w:pPr>
            <w:pStyle w:val="41AA6C2B4D6F4687A5E460A5C401177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2B4831" w:rsidRDefault="00EA1DDA" w:rsidP="00EA1DDA">
          <w:pPr>
            <w:pStyle w:val="7AB403E2534E4B48A7FFE44A2E4CBCD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20"/>
    <w:rsid w:val="002B4831"/>
    <w:rsid w:val="00485420"/>
    <w:rsid w:val="00985EA7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DDA"/>
    <w:rPr>
      <w:color w:val="808080"/>
    </w:rPr>
  </w:style>
  <w:style w:type="paragraph" w:customStyle="1" w:styleId="ED98D92A39FC4C2085ED360333366C36">
    <w:name w:val="ED98D92A39FC4C2085ED360333366C36"/>
  </w:style>
  <w:style w:type="paragraph" w:customStyle="1" w:styleId="EE9B844811604FF49E8FF83E2C45B162">
    <w:name w:val="EE9B844811604FF49E8FF83E2C45B162"/>
  </w:style>
  <w:style w:type="paragraph" w:customStyle="1" w:styleId="765701EDFC65493EB434948D0DEBFD1A">
    <w:name w:val="765701EDFC65493EB434948D0DEBFD1A"/>
  </w:style>
  <w:style w:type="paragraph" w:customStyle="1" w:styleId="052AF5D5C6694CEDA77B7C0E6C0EA302">
    <w:name w:val="052AF5D5C6694CEDA77B7C0E6C0EA302"/>
  </w:style>
  <w:style w:type="paragraph" w:customStyle="1" w:styleId="EF66E4208DCB4EECB202C3742E457EBA">
    <w:name w:val="EF66E4208DCB4EECB202C3742E457EBA"/>
  </w:style>
  <w:style w:type="paragraph" w:customStyle="1" w:styleId="3D83660819D04C17B679028A81337642">
    <w:name w:val="3D83660819D04C17B679028A81337642"/>
  </w:style>
  <w:style w:type="paragraph" w:customStyle="1" w:styleId="14C0AB07BD0F43CE94BB6CDE2373D9F4">
    <w:name w:val="14C0AB07BD0F43CE94BB6CDE2373D9F4"/>
  </w:style>
  <w:style w:type="paragraph" w:customStyle="1" w:styleId="D8E02E0EDD9243E4B3C5042691377DB6">
    <w:name w:val="D8E02E0EDD9243E4B3C5042691377DB6"/>
  </w:style>
  <w:style w:type="paragraph" w:customStyle="1" w:styleId="735D1A1C02554800A6A8AFE285F2ABCD">
    <w:name w:val="735D1A1C02554800A6A8AFE285F2ABCD"/>
  </w:style>
  <w:style w:type="paragraph" w:customStyle="1" w:styleId="CDA3CC425C684D36A607DEE63243F8F8">
    <w:name w:val="CDA3CC425C684D36A607DEE63243F8F8"/>
  </w:style>
  <w:style w:type="paragraph" w:customStyle="1" w:styleId="76F6E524AF04485AA7FD02A8BB2315F4">
    <w:name w:val="76F6E524AF04485AA7FD02A8BB2315F4"/>
  </w:style>
  <w:style w:type="paragraph" w:customStyle="1" w:styleId="433B72F3F61D4E80B0D982C2DE10D8D8">
    <w:name w:val="433B72F3F61D4E80B0D982C2DE10D8D8"/>
  </w:style>
  <w:style w:type="paragraph" w:customStyle="1" w:styleId="524C24591B4D4C03A70687BE527126E8">
    <w:name w:val="524C24591B4D4C03A70687BE527126E8"/>
  </w:style>
  <w:style w:type="paragraph" w:customStyle="1" w:styleId="43F8D08AA4984509A24E9C9E5F2340AB">
    <w:name w:val="43F8D08AA4984509A24E9C9E5F2340AB"/>
  </w:style>
  <w:style w:type="paragraph" w:customStyle="1" w:styleId="5F0D4B6AE55345FFA0A1188A64F11978">
    <w:name w:val="5F0D4B6AE55345FFA0A1188A64F11978"/>
  </w:style>
  <w:style w:type="paragraph" w:customStyle="1" w:styleId="AC444DFAE61346BD9F56AE93393C902B">
    <w:name w:val="AC444DFAE61346BD9F56AE93393C902B"/>
  </w:style>
  <w:style w:type="paragraph" w:customStyle="1" w:styleId="432FF0BCDB12473AA6E8F70D5BEF4F92">
    <w:name w:val="432FF0BCDB12473AA6E8F70D5BEF4F92"/>
  </w:style>
  <w:style w:type="paragraph" w:customStyle="1" w:styleId="A4D6383EA84D4F9A8E834EC47A02FE48">
    <w:name w:val="A4D6383EA84D4F9A8E834EC47A02FE48"/>
  </w:style>
  <w:style w:type="paragraph" w:customStyle="1" w:styleId="E3A6264BC4A548098896AD166E6B788A">
    <w:name w:val="E3A6264BC4A548098896AD166E6B788A"/>
  </w:style>
  <w:style w:type="paragraph" w:customStyle="1" w:styleId="17F9B0FE2FF14E24B0D43100625B2876">
    <w:name w:val="17F9B0FE2FF14E24B0D43100625B2876"/>
  </w:style>
  <w:style w:type="paragraph" w:customStyle="1" w:styleId="1F37FAB2C16444429BCC63DDBAF73A0E">
    <w:name w:val="1F37FAB2C16444429BCC63DDBAF73A0E"/>
  </w:style>
  <w:style w:type="paragraph" w:customStyle="1" w:styleId="33D8D63ABD29425F82748E1585CB0009">
    <w:name w:val="33D8D63ABD29425F82748E1585CB0009"/>
  </w:style>
  <w:style w:type="paragraph" w:customStyle="1" w:styleId="8BD9E2FF6FEF4EDAA7C73598C8478118">
    <w:name w:val="8BD9E2FF6FEF4EDAA7C73598C8478118"/>
  </w:style>
  <w:style w:type="paragraph" w:customStyle="1" w:styleId="1EE084D35B5D43C7B776A22DC6B94836">
    <w:name w:val="1EE084D35B5D43C7B776A22DC6B94836"/>
    <w:rsid w:val="00EA1DDA"/>
  </w:style>
  <w:style w:type="paragraph" w:customStyle="1" w:styleId="503C999A0A3A44D080DCBDCAC53730C1">
    <w:name w:val="503C999A0A3A44D080DCBDCAC53730C1"/>
    <w:rsid w:val="00EA1DDA"/>
  </w:style>
  <w:style w:type="paragraph" w:customStyle="1" w:styleId="91A0B9E6B84A4F80B4B35F3A0A22FD6A">
    <w:name w:val="91A0B9E6B84A4F80B4B35F3A0A22FD6A"/>
    <w:rsid w:val="00EA1DDA"/>
  </w:style>
  <w:style w:type="paragraph" w:customStyle="1" w:styleId="6FD892C496BF455296BADF0BF4CDAEE2">
    <w:name w:val="6FD892C496BF455296BADF0BF4CDAEE2"/>
    <w:rsid w:val="00EA1DDA"/>
  </w:style>
  <w:style w:type="paragraph" w:customStyle="1" w:styleId="5D3962CECDB0466682190FB41E2908F5">
    <w:name w:val="5D3962CECDB0466682190FB41E2908F5"/>
    <w:rsid w:val="00EA1DDA"/>
  </w:style>
  <w:style w:type="paragraph" w:customStyle="1" w:styleId="09336E9133F64E2CAC2DA0C9BADEC594">
    <w:name w:val="09336E9133F64E2CAC2DA0C9BADEC594"/>
    <w:rsid w:val="00EA1DDA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8C131-6AF9-4FD4-AAA0-1A6B1390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0</TotalTime>
  <Pages>3</Pages>
  <Words>933</Words>
  <Characters>7588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8504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2024-01-08T08:30:00Z</dcterms:created>
  <dcterms:modified xsi:type="dcterms:W3CDTF">2024-01-08T08:35:00Z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